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0179CA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Ansted Middle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020301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0179CA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0179CA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20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0179CA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84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0179CA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20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0179CA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23.8%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65.0%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35.0%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0179CA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85.0%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0179CA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10.0%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0179CA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5.0%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0179CA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0179CA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0179CA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0179CA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0179CA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0179CA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0179CA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0179CA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0179CA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25.0%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0179CA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25.0%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0179CA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  <w:tc>
          <w:tcPr>
            <w:tcW w:w="912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35.0%</w:t>
            </w:r>
          </w:p>
        </w:tc>
        <w:tc>
          <w:tcPr>
            <w:tcW w:w="912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25.0%</w:t>
            </w:r>
          </w:p>
        </w:tc>
        <w:tc>
          <w:tcPr>
            <w:tcW w:w="912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  <w:tc>
          <w:tcPr>
            <w:tcW w:w="912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15.0%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  <w:tc>
          <w:tcPr>
            <w:tcW w:w="912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  <w:tc>
          <w:tcPr>
            <w:tcW w:w="912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0179CA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0179C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80.0%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0179C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0179C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0179C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0179C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0179C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0179C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0179CA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0179C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95.0%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0179C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5.0%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0179C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0179C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70.0%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0179C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0179C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0179C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0179C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0179C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0179C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0179C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0179C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45.0%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0179C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10.0%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0179CA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440" w:type="dxa"/>
          </w:tcPr>
          <w:p w:rsidR="009B797D" w:rsidRPr="00797E2A" w:rsidRDefault="000179CA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25.0%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0179C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40" w:type="dxa"/>
          </w:tcPr>
          <w:p w:rsidR="008B42CE" w:rsidRPr="00797E2A" w:rsidRDefault="000179CA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5.0%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0179C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40" w:type="dxa"/>
          </w:tcPr>
          <w:p w:rsidR="008B42CE" w:rsidRPr="00797E2A" w:rsidRDefault="000179C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55.0%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40" w:type="dxa"/>
          </w:tcPr>
          <w:p w:rsidR="00ED0933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15.0%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20.0%</w:t>
            </w:r>
          </w:p>
        </w:tc>
        <w:tc>
          <w:tcPr>
            <w:tcW w:w="889" w:type="pct"/>
          </w:tcPr>
          <w:p w:rsidR="004206F3" w:rsidRPr="000B28B6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80.0%</w:t>
            </w:r>
          </w:p>
        </w:tc>
        <w:tc>
          <w:tcPr>
            <w:tcW w:w="1011" w:type="pct"/>
          </w:tcPr>
          <w:p w:rsidR="004206F3" w:rsidRPr="000B28B6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15.0%</w:t>
            </w:r>
          </w:p>
        </w:tc>
        <w:tc>
          <w:tcPr>
            <w:tcW w:w="889" w:type="pct"/>
          </w:tcPr>
          <w:p w:rsidR="004206F3" w:rsidRPr="000B28B6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80.0%</w:t>
            </w:r>
          </w:p>
        </w:tc>
        <w:tc>
          <w:tcPr>
            <w:tcW w:w="1011" w:type="pct"/>
          </w:tcPr>
          <w:p w:rsidR="004206F3" w:rsidRPr="000B28B6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5.0%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80.0%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20.0%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lastRenderedPageBreak/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45.0%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35.0%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15.0%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5.0%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0179CA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0.0%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20.0%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370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55.0%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370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370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15.0%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370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370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370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45.0%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45.0%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55.0%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45.0%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0179CA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15.0%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35.0%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25.0%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10.0%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25.0%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20.0%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15.0%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10.0%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0179CA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5.0%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45.0%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45.0%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5.0%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55.0%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60.0%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55.0%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55.0%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65.0%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65.0%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65.0%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85.0%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30.0%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45.0%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10.0%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40.0%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25.0%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99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20.0%</w:t>
            </w:r>
          </w:p>
        </w:tc>
        <w:tc>
          <w:tcPr>
            <w:tcW w:w="1170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55.0%</w:t>
            </w:r>
          </w:p>
        </w:tc>
        <w:tc>
          <w:tcPr>
            <w:tcW w:w="1435" w:type="dxa"/>
            <w:noWrap/>
          </w:tcPr>
          <w:p w:rsidR="00364F87" w:rsidRPr="00797E2A" w:rsidRDefault="000179CA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0.0%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40.0%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35.0%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75.0%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65.0%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45.0%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40.0%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65.0%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50.0%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60.0%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5.0%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0179CA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5.0%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9CA" w:rsidRDefault="000179CA" w:rsidP="0035328A">
      <w:pPr>
        <w:spacing w:after="0" w:line="240" w:lineRule="auto"/>
      </w:pPr>
      <w:r>
        <w:separator/>
      </w:r>
    </w:p>
  </w:endnote>
  <w:endnote w:type="continuationSeparator" w:id="0">
    <w:p w:rsidR="000179CA" w:rsidRDefault="000179C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0179CA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9CA" w:rsidRDefault="000179CA" w:rsidP="0035328A">
      <w:pPr>
        <w:spacing w:after="0" w:line="240" w:lineRule="auto"/>
      </w:pPr>
      <w:r>
        <w:separator/>
      </w:r>
    </w:p>
  </w:footnote>
  <w:footnote w:type="continuationSeparator" w:id="0">
    <w:p w:rsidR="000179CA" w:rsidRDefault="000179C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9CA"/>
    <w:rsid w:val="00003997"/>
    <w:rsid w:val="000123C1"/>
    <w:rsid w:val="000127C6"/>
    <w:rsid w:val="000179CA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09D4548C-C213-4A1D-A842-A4D5B99FD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37A84-BF62-4E3B-93B4-FCFE08B8E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4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2016-04-26T20:01:00Z</dcterms:created>
  <dcterms:modified xsi:type="dcterms:W3CDTF">2016-04-26T20:01:00Z</dcterms:modified>
</cp:coreProperties>
</file>